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	<Relationship Id="rId3" Type="http://schemas.openxmlformats.org/package/2006/relationships/metadata/core-properties" Target="docProps/core.xml"/>
	<Relationship Id="rId1" Type="http://schemas.openxmlformats.org/officeDocument/2006/relationships/officeDocument" Target="word/document.xml"/>
	<Relationship Id="rId4" Type="http://schemas.openxmlformats.org/officeDocument/2006/relationships/extended-properties" Target="docProps/app.xml"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1BA" w:rsidRDefault="0053714B" w:rsidP="0053714B">
      <w:pPr>
        <w:jc w:val="center"/>
      </w:pPr>
      <w:r>
        <w:rPr>
          <w:noProof/>
        </w:rPr>
        <w:drawing>
          <wp:inline distT="0" distB="0" distL="0" distR="0">
            <wp:extent cx="3674176" cy="1837089"/>
            <wp:effectExtent l="19050" t="0" r="2474" b="0"/>
            <wp:docPr id="2" name="Picture 1" descr="http://tk1.storage.msn.com/x1pxOYwqu4SjF6R37sWRIshhEr9Nn1CkLP1XX_eTMvv543Iz1qw83D9dGcP1qH4RYacUUSMzZwc2t_E4Jtz60MYEiVdwnFVuXJukR6kaNwkMN4tI84mpvM_S-WY-khp2d6zmYNLiqChGghy-bEiUaDz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k1.storage.msn.com/x1pxOYwqu4SjF6R37sWRIshhEr9Nn1CkLP1XX_eTMvv543Iz1qw83D9dGcP1qH4RYacUUSMzZwc2t_E4Jtz60MYEiVdwnFVuXJukR6kaNwkMN4tI84mpvM_S-WY-khp2d6zmYNLiqChGghy-bEiUaDz4Q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673" cy="1839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Nunc viverra imperdiet enim. Fusce est. Vivamus a tellus.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Pellentesque habitant morbi tristique senectus et netus et malesuada fames ac turpis egestas. Proin pharetra nonummy pede. Mauris et orci.</w:t>
      </w:r>
    </w:p>
    <w:p w:rsidR="00EA0595" w:rsidRDefault="00EA0595">
      <w:pPr>
        <w:rPr>
          <w:noProof/>
          <w:lang w:val="en-US"/>
        </w:rPr>
      </w:pPr>
      <w:r w:rsidRPr="00EA0595">
        <w:rPr>
          <w:noProof/>
        </w:rPr>
        <w:t xml:space="preserve">Aenean nec lorem. </w:t>
      </w:r>
      <w:r>
        <w:rPr>
          <w:noProof/>
          <w:lang w:val="en-US"/>
        </w:rPr>
        <w:t>In porttitor. Donec laoreet nonummy augue.</w:t>
      </w:r>
    </w:p>
    <w:p w:rsidR="00EA0595" w:rsidRDefault="00EA0595">
      <w:pPr>
        <w:rPr>
          <w:noProof/>
          <w:lang w:val="en-US"/>
        </w:rPr>
      </w:pPr>
      <w:r>
        <w:rPr>
          <w:noProof/>
          <w:lang w:val="en-US"/>
        </w:rPr>
        <w:t>Suspendisse dui purus, scelerisque at, vulputate vitae, pretium mattis, nunc. Mauris eget neque at sem venenatis eleifend. Ut nonummy.</w:t>
      </w:r>
    </w:p>
    <w:p w:rsidR="00EA0595" w:rsidRPr="00EA0595" w:rsidRDefault="00EA0595">
      <w:pPr>
        <w:rPr>
          <w:noProof/>
        </w:rPr>
      </w:pPr>
      <w:r>
        <w:rPr>
          <w:noProof/>
          <w:lang w:val="en-US"/>
        </w:rPr>
        <w:t xml:space="preserve">Fusce aliquet pede non pede. </w:t>
      </w:r>
      <w:r w:rsidRPr="00EA0595">
        <w:rPr>
          <w:noProof/>
        </w:rPr>
        <w:t>Suspendisse dapibus lorem pellentesque magna. Integer nulla.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Donec blandit feugiat ligula. Donec hendrerit, felis et imperdiet euismod, purus ipsum pretium metus, in lacinia nulla nisl eget sapien. Donec ut est in lectus consequat consequat.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Etiam eget dui. Aliquam erat volutpat. Sed at lorem in nunc porta tristique.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Proin nec augue. Quisque aliquam tempor magna. Pellentesque habitant morbi tristique senectus et netus et malesuada fames ac turpis egestas.</w:t>
      </w:r>
    </w:p>
    <w:p w:rsidR="00EA0595" w:rsidRPr="00EA0595" w:rsidRDefault="00EA0595">
      <w:pPr>
        <w:rPr>
          <w:lang w:val="en-US"/>
        </w:rPr>
      </w:pPr>
      <w:r>
        <w:rPr>
          <w:noProof/>
          <w:lang w:val="en-US"/>
        </w:rPr>
        <w:t>Nunc ac magna. Maecenas odio dolor, vulputate vel, auctor ac, accumsan id, felis. Pellentesque cursus sagittis felis.</w:t>
      </w:r>
    </w:p>
    <w:sectPr w:rsidR="00EA0595" w:rsidRPr="00EA0595" w:rsidSect="001A63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compat>
    <w:doNotSnapToGridInCell/>
    <w:doNotWrapTextWithPunct/>
    <w:doNotUseEastAsianBreakRules/>
    <w:growAutofit/>
  </w:compat>
  <w:rsids>
    <w:rsidRoot w:val="005B33C0"/>
    <w:rsid w:val="000D28BE"/>
    <w:rsid w:val="00311C31"/>
    <w:rsid w:val="0053714B"/>
    <w:rsid w:val="005B33C0"/>
    <w:rsid w:val="0065059A"/>
    <w:rsid w:val="0069091B"/>
    <w:rsid w:val="00A9077B"/>
    <w:rsid w:val="00AE6C74"/>
    <w:rsid w:val="00C12A92"/>
    <w:rsid w:val="00D651BA"/>
    <w:rsid w:val="00E224C3"/>
    <w:rsid w:val="00EA0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C0"/>
    <w:rPr>
      <w:rFonts w:ascii="Calibri" w:eastAsia="Calibri" w:hAnsi="Calibri" w:cs="Times New Roman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C0"/>
    <w:rPr>
      <w:rFonts w:ascii="Tahoma" w:eastAsia="Calibri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1031</Characters>
  <Application>Microsoft Office Word</Application>
  <DocSecurity>0</DocSecurity>
  <Lines>20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Lorem Ipsum</vt:lpstr>
    </vt:vector>
  </TitlesOfParts>
  <Manager>Gregory Renard</Manager>
  <Company>Wygwam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</dc:title>
  <dc:subject>Sample document</dc:subject>
  <dc:creator>Julien CHABLE</dc:creator>
  <cp:keywords>openxml</cp:keywords>
  <dc:description>Blablabla</dc:description>
  <cp:lastModifiedBy>Julien Chable</cp:lastModifiedBy>
  <cp:revision>5</cp:revision>
  <dcterms:created xsi:type="dcterms:W3CDTF">2006-10-13T18:06:00Z</dcterms:created>
  <dcterms:modified xsi:type="dcterms:W3CDTF">2007-05-09T12:28:00Z</dcterms:modified>
  <cp:category>Tutorial</cp:category>
  <cp:contentStatus>Draft</cp:contentStatus>
</cp:coreProperties>
</file>